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9"/>
      </w:tblGrid>
      <w:tr w:rsidR="00785E03">
        <w:tc>
          <w:tcPr>
            <w:tcW w:w="9544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38"/>
              <w:gridCol w:w="2998"/>
              <w:gridCol w:w="2998"/>
              <w:gridCol w:w="2999"/>
            </w:tblGrid>
            <w:tr w:rsidR="00785E03">
              <w:trPr>
                <w:trHeight w:val="907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110A1C">
                  <w:pPr>
                    <w:pStyle w:val="berschrift2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hd w:val="clear" w:color="auto" w:fill="auto"/>
                    <w:rPr>
                      <w:rFonts w:ascii="Frutiger 65 Bold" w:hAnsi="Frutiger 65 Bold"/>
                      <w:b w:val="0"/>
                    </w:rPr>
                  </w:pPr>
                  <w:r>
                    <w:rPr>
                      <w:rFonts w:ascii="Frutiger 65 Bold" w:hAnsi="Frutiger 65 Bold"/>
                      <w:b w:val="0"/>
                    </w:rPr>
                    <w:t>NACHHALTIGKEITSPREIS</w:t>
                  </w:r>
                </w:p>
                <w:p w:rsidR="00785E03" w:rsidRDefault="00CE787C">
                  <w:pPr>
                    <w:pStyle w:val="berschrift2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hd w:val="clear" w:color="auto" w:fill="auto"/>
                    <w:rPr>
                      <w:b w:val="0"/>
                    </w:rPr>
                  </w:pPr>
                  <w:r>
                    <w:rPr>
                      <w:b w:val="0"/>
                    </w:rPr>
                    <w:t xml:space="preserve">DER STADT DUISBURG  </w:t>
                  </w:r>
                </w:p>
                <w:p w:rsidR="00785E03" w:rsidRDefault="00785E03">
                  <w:pPr>
                    <w:autoSpaceDE w:val="0"/>
                    <w:autoSpaceDN w:val="0"/>
                    <w:adjustRightInd w:val="0"/>
                    <w:rPr>
                      <w:rFonts w:ascii="Frutiger 45 Light" w:hAnsi="Frutiger 45 Light"/>
                      <w:sz w:val="22"/>
                      <w:szCs w:val="22"/>
                    </w:rPr>
                  </w:pPr>
                </w:p>
                <w:p w:rsidR="00785E03" w:rsidRDefault="00CE787C" w:rsidP="00110A1C">
                  <w:pPr>
                    <w:autoSpaceDE w:val="0"/>
                    <w:autoSpaceDN w:val="0"/>
                    <w:adjustRightInd w:val="0"/>
                    <w:rPr>
                      <w:rFonts w:ascii="Frutiger 45 Light" w:hAnsi="Frutiger 45 Light"/>
                      <w:sz w:val="22"/>
                      <w:szCs w:val="22"/>
                    </w:rPr>
                  </w:pPr>
                  <w:r>
                    <w:rPr>
                      <w:rFonts w:ascii="Frutiger 45 Light" w:hAnsi="Frutiger 45 Light"/>
                      <w:sz w:val="22"/>
                      <w:szCs w:val="22"/>
                    </w:rPr>
                    <w:t>Bitte senden Sie diesen Teilnah</w:t>
                  </w:r>
                  <w:r w:rsidR="00D600A0">
                    <w:rPr>
                      <w:rFonts w:ascii="Frutiger 45 Light" w:hAnsi="Frutiger 45 Light"/>
                      <w:sz w:val="22"/>
                      <w:szCs w:val="22"/>
                    </w:rPr>
                    <w:t>mebogen bis zum 15. April 2021</w:t>
                  </w:r>
                  <w:r>
                    <w:rPr>
                      <w:rFonts w:ascii="Frutiger 45 Light" w:hAnsi="Frutiger 45 Light"/>
                      <w:sz w:val="22"/>
                      <w:szCs w:val="22"/>
                    </w:rPr>
                    <w:t xml:space="preserve"> an:</w:t>
                  </w:r>
                </w:p>
                <w:p w:rsidR="00785E03" w:rsidRDefault="00785E03">
                  <w:pPr>
                    <w:autoSpaceDE w:val="0"/>
                    <w:autoSpaceDN w:val="0"/>
                    <w:adjustRightInd w:val="0"/>
                    <w:rPr>
                      <w:rFonts w:ascii="Frutiger 45 Light" w:hAnsi="Frutiger 45 Light"/>
                      <w:sz w:val="22"/>
                      <w:szCs w:val="22"/>
                    </w:rPr>
                  </w:pPr>
                </w:p>
                <w:p w:rsidR="00785E03" w:rsidRDefault="00CE787C">
                  <w:pPr>
                    <w:autoSpaceDE w:val="0"/>
                    <w:autoSpaceDN w:val="0"/>
                    <w:adjustRightInd w:val="0"/>
                    <w:rPr>
                      <w:rFonts w:ascii="Frutiger 45 Light" w:hAnsi="Frutiger 45 Light"/>
                      <w:sz w:val="22"/>
                      <w:szCs w:val="20"/>
                    </w:rPr>
                  </w:pPr>
                  <w:r>
                    <w:rPr>
                      <w:rFonts w:ascii="Frutiger 45 Light" w:hAnsi="Frutiger 45 Light"/>
                      <w:sz w:val="22"/>
                      <w:szCs w:val="20"/>
                    </w:rPr>
                    <w:t>Stadt Duisburg</w:t>
                  </w:r>
                </w:p>
                <w:p w:rsidR="00785E03" w:rsidRDefault="00110A1C">
                  <w:pPr>
                    <w:autoSpaceDE w:val="0"/>
                    <w:autoSpaceDN w:val="0"/>
                    <w:adjustRightInd w:val="0"/>
                    <w:rPr>
                      <w:rFonts w:ascii="Frutiger 45 Light" w:hAnsi="Frutiger 45 Light"/>
                      <w:sz w:val="22"/>
                      <w:szCs w:val="20"/>
                    </w:rPr>
                  </w:pPr>
                  <w:r>
                    <w:rPr>
                      <w:rFonts w:ascii="Frutiger 45 Light" w:hAnsi="Frutiger 45 Light"/>
                      <w:sz w:val="22"/>
                      <w:szCs w:val="20"/>
                    </w:rPr>
                    <w:t>Umweltamt</w:t>
                  </w:r>
                </w:p>
                <w:p w:rsidR="00785E03" w:rsidRDefault="00D600A0">
                  <w:pPr>
                    <w:autoSpaceDE w:val="0"/>
                    <w:autoSpaceDN w:val="0"/>
                    <w:adjustRightInd w:val="0"/>
                    <w:rPr>
                      <w:rFonts w:ascii="Frutiger 45 Light" w:hAnsi="Frutiger 45 Light"/>
                      <w:sz w:val="22"/>
                      <w:szCs w:val="20"/>
                    </w:rPr>
                  </w:pPr>
                  <w:r>
                    <w:rPr>
                      <w:rFonts w:ascii="Frutiger 45 Light" w:hAnsi="Frutiger 45 Light"/>
                      <w:sz w:val="22"/>
                      <w:szCs w:val="20"/>
                    </w:rPr>
                    <w:t>NACHHALTIGKEITSPREIS 202021</w:t>
                  </w:r>
                  <w:bookmarkStart w:id="0" w:name="_GoBack"/>
                  <w:bookmarkEnd w:id="0"/>
                </w:p>
                <w:p w:rsidR="00785E03" w:rsidRDefault="00CE787C">
                  <w:pPr>
                    <w:autoSpaceDE w:val="0"/>
                    <w:autoSpaceDN w:val="0"/>
                    <w:adjustRightInd w:val="0"/>
                    <w:rPr>
                      <w:rFonts w:ascii="Frutiger 45 Light" w:hAnsi="Frutiger 45 Light"/>
                      <w:sz w:val="22"/>
                      <w:szCs w:val="20"/>
                    </w:rPr>
                  </w:pPr>
                  <w:r>
                    <w:rPr>
                      <w:rFonts w:ascii="Frutiger 45 Light" w:hAnsi="Frutiger 45 Light"/>
                      <w:sz w:val="22"/>
                      <w:szCs w:val="20"/>
                    </w:rPr>
                    <w:t>Friedrich-Wilhelm-Str. 96</w:t>
                  </w:r>
                </w:p>
                <w:p w:rsidR="00785E03" w:rsidRDefault="00CE787C">
                  <w:pPr>
                    <w:autoSpaceDE w:val="0"/>
                    <w:autoSpaceDN w:val="0"/>
                    <w:adjustRightInd w:val="0"/>
                    <w:rPr>
                      <w:rFonts w:ascii="Frutiger 45 Light" w:hAnsi="Frutiger 45 Light"/>
                      <w:sz w:val="22"/>
                      <w:szCs w:val="20"/>
                    </w:rPr>
                  </w:pPr>
                  <w:r>
                    <w:rPr>
                      <w:rFonts w:ascii="Frutiger 45 Light" w:hAnsi="Frutiger 45 Light"/>
                      <w:sz w:val="22"/>
                      <w:szCs w:val="20"/>
                    </w:rPr>
                    <w:t>47049 Duisburg</w:t>
                  </w:r>
                </w:p>
                <w:p w:rsidR="00785E03" w:rsidRDefault="00785E03">
                  <w:pPr>
                    <w:autoSpaceDE w:val="0"/>
                    <w:autoSpaceDN w:val="0"/>
                    <w:adjustRightInd w:val="0"/>
                    <w:rPr>
                      <w:rFonts w:ascii="Frutiger 45 Light" w:hAnsi="Frutiger 45 Light"/>
                      <w:sz w:val="22"/>
                      <w:szCs w:val="20"/>
                    </w:rPr>
                  </w:pPr>
                </w:p>
                <w:p w:rsidR="00785E03" w:rsidRDefault="00785E03"/>
                <w:p w:rsidR="00785E03" w:rsidRDefault="00CE787C">
                  <w:pPr>
                    <w:pStyle w:val="berschrift3"/>
                    <w:rPr>
                      <w:b w:val="0"/>
                      <w:sz w:val="22"/>
                    </w:rPr>
                  </w:pPr>
                  <w:r>
                    <w:rPr>
                      <w:rFonts w:ascii="Frutiger 65 Bold" w:hAnsi="Frutiger 65 Bold"/>
                      <w:b w:val="0"/>
                      <w:sz w:val="22"/>
                    </w:rPr>
                    <w:t>BEWERBER/IN</w:t>
                  </w:r>
                </w:p>
              </w:tc>
            </w:tr>
            <w:tr w:rsidR="00785E03">
              <w:trPr>
                <w:trHeight w:val="227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</w:tr>
            <w:tr w:rsidR="00785E03">
              <w:trPr>
                <w:trHeight w:val="340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Name (Institution, Betrieb, Verein, Schule etc.):</w:t>
                  </w:r>
                </w:p>
              </w:tc>
            </w:tr>
            <w:tr w:rsidR="00785E03">
              <w:trPr>
                <w:trHeight w:val="84"/>
              </w:trPr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ascii="Frutiger 45 Light" w:hAnsi="Frutiger 45 Light"/>
                      <w:sz w:val="22"/>
                    </w:rPr>
                  </w:pPr>
                </w:p>
              </w:tc>
            </w:tr>
            <w:tr w:rsidR="00785E03">
              <w:trPr>
                <w:trHeight w:val="340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Ansprechpartner/in, bevollmächtigte/r Vertreter/in: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</w:tr>
            <w:tr w:rsidR="00785E03">
              <w:trPr>
                <w:trHeight w:val="340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 xml:space="preserve">Anschrift: </w:t>
                  </w:r>
                  <w:r>
                    <w:rPr>
                      <w:rFonts w:ascii="Frutiger 45 Light" w:hAnsi="Frutiger 45 Light"/>
                      <w:sz w:val="20"/>
                    </w:rPr>
                    <w:t>(Straße, Hausnummer, PLZ, Ort)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</w:tr>
            <w:tr w:rsidR="00785E03">
              <w:trPr>
                <w:trHeight w:val="340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Telefon, Fax, E-Mail: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299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299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299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</w:tr>
            <w:tr w:rsidR="00785E03"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785E03">
                  <w:pPr>
                    <w:rPr>
                      <w:rFonts w:ascii="Frutiger 65 Bold" w:hAnsi="Frutiger 65 Bold"/>
                      <w:bCs/>
                      <w:color w:val="000080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color w:val="000080"/>
                      <w:sz w:val="22"/>
                    </w:rPr>
                  </w:pPr>
                  <w:r>
                    <w:rPr>
                      <w:rFonts w:ascii="Frutiger 65 Bold" w:hAnsi="Frutiger 65 Bold"/>
                      <w:bCs/>
                      <w:color w:val="000080"/>
                      <w:sz w:val="22"/>
                    </w:rPr>
                    <w:t>WETTBEWERBSVORSCHLAG</w:t>
                  </w:r>
                </w:p>
              </w:tc>
            </w:tr>
            <w:tr w:rsidR="00785E03">
              <w:trPr>
                <w:trHeight w:val="227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CE787C" w:rsidP="00110A1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 xml:space="preserve">Für den </w:t>
                  </w:r>
                  <w:r w:rsidR="00D600A0">
                    <w:rPr>
                      <w:rFonts w:ascii="Frutiger 45 Light" w:hAnsi="Frutiger 45 Light"/>
                      <w:sz w:val="22"/>
                    </w:rPr>
                    <w:t>NACHHALTIGKEITSPREIS 2021</w:t>
                  </w:r>
                  <w:r w:rsidR="00110A1C">
                    <w:rPr>
                      <w:rFonts w:ascii="Frutiger 45 Light" w:hAnsi="Frutiger 45 Light"/>
                      <w:sz w:val="22"/>
                    </w:rPr>
                    <w:t xml:space="preserve"> </w:t>
                  </w:r>
                  <w:r>
                    <w:rPr>
                      <w:rFonts w:ascii="Frutiger 45 Light" w:hAnsi="Frutiger 45 Light"/>
                      <w:sz w:val="22"/>
                    </w:rPr>
                    <w:t xml:space="preserve"> schlage ich vor / schlagen wir vor:</w:t>
                  </w:r>
                </w:p>
              </w:tc>
            </w:tr>
            <w:tr w:rsidR="00785E03">
              <w:trPr>
                <w:trHeight w:val="340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Name (Institution, Betrieb, Verein, Schule etc.):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</w:tr>
            <w:tr w:rsidR="00785E03">
              <w:trPr>
                <w:trHeight w:val="340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110A1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Ansprechpartner/in, B</w:t>
                  </w:r>
                  <w:r w:rsidR="00CE787C">
                    <w:rPr>
                      <w:rFonts w:ascii="Frutiger 45 Light" w:hAnsi="Frutiger 45 Light"/>
                      <w:sz w:val="22"/>
                    </w:rPr>
                    <w:t>evollmächtigte/r Vertreter/in: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</w:tr>
            <w:tr w:rsidR="00785E03">
              <w:trPr>
                <w:trHeight w:val="340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 xml:space="preserve">Anschrift:  </w:t>
                  </w:r>
                  <w:r>
                    <w:rPr>
                      <w:rFonts w:ascii="Frutiger 45 Light" w:hAnsi="Frutiger 45 Light"/>
                      <w:sz w:val="20"/>
                    </w:rPr>
                    <w:t>(Straße, Hausnummer, PLZ, Ort)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</w:tr>
            <w:tr w:rsidR="00785E03">
              <w:trPr>
                <w:trHeight w:val="340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Telefon, Fax, E-Mail: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299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2998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2999" w:type="dxa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</w:tr>
            <w:tr w:rsidR="00785E03">
              <w:trPr>
                <w:trHeight w:val="340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CE787C">
                  <w:pPr>
                    <w:rPr>
                      <w:rFonts w:ascii="Frutiger 45 Light" w:hAnsi="Frutiger 45 Light"/>
                      <w:color w:val="000080"/>
                      <w:sz w:val="22"/>
                    </w:rPr>
                  </w:pPr>
                  <w:r>
                    <w:rPr>
                      <w:rFonts w:ascii="Frutiger 65 Bold" w:hAnsi="Frutiger 65 Bold"/>
                      <w:bCs/>
                      <w:color w:val="000080"/>
                      <w:sz w:val="22"/>
                    </w:rPr>
                    <w:t>WETTBEWERBSBEITRAG</w:t>
                  </w:r>
                </w:p>
              </w:tc>
            </w:tr>
            <w:tr w:rsidR="00785E03">
              <w:trPr>
                <w:trHeight w:val="227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Thema, ausführliche Beschreibung des Projektes: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color w:val="808080"/>
                      <w:sz w:val="18"/>
                    </w:rPr>
                  </w:pPr>
                  <w:r>
                    <w:rPr>
                      <w:rFonts w:ascii="Frutiger 45 Light" w:hAnsi="Frutiger 45 Light"/>
                      <w:color w:val="808080"/>
                      <w:sz w:val="18"/>
                    </w:rPr>
                    <w:t xml:space="preserve"> Bitte Beiblatt verwenden.</w:t>
                  </w:r>
                </w:p>
              </w:tc>
            </w:tr>
            <w:tr w:rsidR="00785E03">
              <w:trPr>
                <w:trHeight w:val="340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785E03">
                  <w:pPr>
                    <w:rPr>
                      <w:rFonts w:ascii="Frutiger 45 Light" w:hAnsi="Frutiger 45 Light"/>
                      <w:b/>
                      <w:bCs/>
                      <w:color w:val="000080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bCs/>
                      <w:color w:val="000080"/>
                      <w:sz w:val="22"/>
                    </w:rPr>
                  </w:pPr>
                  <w:r>
                    <w:rPr>
                      <w:rFonts w:ascii="Frutiger 65 Bold" w:hAnsi="Frutiger 65 Bold"/>
                      <w:bCs/>
                      <w:color w:val="000080"/>
                      <w:sz w:val="22"/>
                    </w:rPr>
                    <w:t>ANGABEN ZUM ZEITLICHEN VERLAUF DES PROJEKTES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Start:</w:t>
                  </w: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>
                  <w:pPr>
                    <w:rPr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Ende</w:t>
                  </w:r>
                  <w:r>
                    <w:rPr>
                      <w:sz w:val="22"/>
                    </w:rPr>
                    <w:t>:</w:t>
                  </w:r>
                </w:p>
              </w:tc>
            </w:tr>
            <w:tr w:rsidR="00785E03"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785E03">
                  <w:pPr>
                    <w:rPr>
                      <w:rFonts w:ascii="Frutiger 45 Light" w:hAnsi="Frutiger 45 Light"/>
                      <w:b/>
                      <w:bCs/>
                      <w:color w:val="000080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color w:val="000080"/>
                      <w:sz w:val="22"/>
                    </w:rPr>
                  </w:pPr>
                  <w:r>
                    <w:rPr>
                      <w:rFonts w:ascii="Frutiger 65 Bold" w:hAnsi="Frutiger 65 Bold"/>
                      <w:bCs/>
                      <w:color w:val="000080"/>
                      <w:sz w:val="22"/>
                    </w:rPr>
                    <w:t>BEIGEFÜGTE DOKUMENTATIONEN: Fotos, Karten, Pläne etc.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Anlage 1.</w:t>
                  </w: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Anlage 2.</w:t>
                  </w: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Anlage 3.</w:t>
                  </w: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Anlage 4.</w:t>
                  </w: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color w:val="808080"/>
                      <w:sz w:val="18"/>
                    </w:rPr>
                    <w:t>Bitte Beiblatt verwenden.</w:t>
                  </w:r>
                </w:p>
              </w:tc>
            </w:tr>
            <w:tr w:rsidR="00785E03">
              <w:trPr>
                <w:trHeight w:val="340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785E03">
                  <w:pPr>
                    <w:rPr>
                      <w:rFonts w:ascii="Frutiger 45 Light" w:hAnsi="Frutiger 45 Light"/>
                      <w:b/>
                      <w:bCs/>
                      <w:color w:val="000080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bCs/>
                      <w:color w:val="000080"/>
                      <w:sz w:val="22"/>
                    </w:rPr>
                  </w:pPr>
                  <w:r>
                    <w:rPr>
                      <w:rFonts w:ascii="Frutiger 65 Bold" w:hAnsi="Frutiger 65 Bold"/>
                      <w:bCs/>
                      <w:color w:val="000080"/>
                      <w:sz w:val="22"/>
                    </w:rPr>
                    <w:t>FOLGENDE VERBESSERUNGEN FÜR DIE UMWELT ERGEBEN SICH AUS DEM PROJEKT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1.</w:t>
                  </w: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2.</w:t>
                  </w: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3.</w:t>
                  </w: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4.</w:t>
                  </w: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>
                  <w:pPr>
                    <w:pStyle w:val="Kopfzeile"/>
                    <w:tabs>
                      <w:tab w:val="clear" w:pos="4536"/>
                      <w:tab w:val="clear" w:pos="9072"/>
                    </w:tabs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color w:val="808080"/>
                      <w:sz w:val="18"/>
                    </w:rPr>
                    <w:t>Bitte Beiblatt verwenden.</w:t>
                  </w:r>
                </w:p>
              </w:tc>
            </w:tr>
            <w:tr w:rsidR="00785E03">
              <w:trPr>
                <w:trHeight w:val="340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785E03">
                  <w:pPr>
                    <w:pStyle w:val="Textkrper"/>
                    <w:rPr>
                      <w:color w:val="000080"/>
                      <w:sz w:val="22"/>
                    </w:rPr>
                  </w:pPr>
                </w:p>
                <w:p w:rsidR="00785E03" w:rsidRDefault="00CE787C">
                  <w:pPr>
                    <w:pStyle w:val="Textkrper"/>
                    <w:rPr>
                      <w:b w:val="0"/>
                      <w:color w:val="000080"/>
                      <w:sz w:val="22"/>
                    </w:rPr>
                  </w:pPr>
                  <w:r>
                    <w:rPr>
                      <w:rFonts w:ascii="Frutiger 65 Bold" w:hAnsi="Frutiger 65 Bold"/>
                      <w:b w:val="0"/>
                      <w:color w:val="000080"/>
                      <w:sz w:val="22"/>
                    </w:rPr>
                    <w:t>DAS UMWELT- UND NATURSCHUTZPROJEKT BEZIEHT SICH AUF NACHSTEHENDE(N)</w:t>
                  </w:r>
                </w:p>
              </w:tc>
            </w:tr>
            <w:tr w:rsidR="00785E03">
              <w:trPr>
                <w:trHeight w:val="227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Stadtbezirk, Ortsteil: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</w:tr>
            <w:tr w:rsidR="00785E03">
              <w:trPr>
                <w:trHeight w:val="340"/>
              </w:trPr>
              <w:tc>
                <w:tcPr>
                  <w:tcW w:w="9333" w:type="dxa"/>
                  <w:gridSpan w:val="4"/>
                  <w:tcMar>
                    <w:left w:w="0" w:type="dxa"/>
                  </w:tcMar>
                  <w:vAlign w:val="bottom"/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>Institution, Betrieb, Verein, Schule etc.: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</w:tr>
            <w:tr w:rsidR="00785E03">
              <w:trPr>
                <w:cantSplit/>
              </w:trPr>
              <w:tc>
                <w:tcPr>
                  <w:tcW w:w="9333" w:type="dxa"/>
                  <w:gridSpan w:val="4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color w:val="000080"/>
                      <w:sz w:val="22"/>
                    </w:rPr>
                  </w:pPr>
                  <w:r>
                    <w:rPr>
                      <w:rFonts w:ascii="Frutiger 65 Bold" w:hAnsi="Frutiger 65 Bold"/>
                      <w:b/>
                      <w:color w:val="000080"/>
                      <w:sz w:val="22"/>
                    </w:rPr>
                    <w:t>MIT DIESEM BEITRAG HABE ICH / HABEN WIR BEREITS AN ANDEREN WETTBEWERBEN TEILGENOMMEN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color w:val="003366"/>
                      <w:sz w:val="22"/>
                    </w:rPr>
                    <w:sym w:font="Wingdings" w:char="F06F"/>
                  </w:r>
                  <w:r>
                    <w:rPr>
                      <w:rFonts w:ascii="Frutiger 45 Light" w:hAnsi="Frutiger 45 Light"/>
                      <w:sz w:val="22"/>
                    </w:rPr>
                    <w:t xml:space="preserve"> Ja                                                                   </w:t>
                  </w:r>
                  <w:r>
                    <w:rPr>
                      <w:rFonts w:ascii="Frutiger 45 Light" w:hAnsi="Frutiger 45 Light"/>
                      <w:color w:val="003366"/>
                      <w:sz w:val="22"/>
                    </w:rPr>
                    <w:sym w:font="Wingdings" w:char="F06F"/>
                  </w:r>
                  <w:r>
                    <w:rPr>
                      <w:rFonts w:ascii="Frutiger 45 Light" w:hAnsi="Frutiger 45 Light"/>
                      <w:sz w:val="22"/>
                    </w:rPr>
                    <w:t xml:space="preserve"> Nein</w:t>
                  </w: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color w:val="333333"/>
                      <w:sz w:val="22"/>
                    </w:rPr>
                  </w:pPr>
                  <w:r>
                    <w:rPr>
                      <w:rFonts w:ascii="Frutiger 45 Light" w:hAnsi="Frutiger 45 Light"/>
                      <w:color w:val="333333"/>
                      <w:sz w:val="22"/>
                    </w:rPr>
                    <w:t>Bezeichnung des Wettbewerbes:</w:t>
                  </w: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</w:tr>
            <w:tr w:rsidR="00785E03">
              <w:trPr>
                <w:cantSplit/>
              </w:trPr>
              <w:tc>
                <w:tcPr>
                  <w:tcW w:w="9333" w:type="dxa"/>
                  <w:gridSpan w:val="4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color w:val="000080"/>
                      <w:sz w:val="22"/>
                    </w:rPr>
                  </w:pPr>
                  <w:r>
                    <w:rPr>
                      <w:rFonts w:ascii="Frutiger 65 Bold" w:hAnsi="Frutiger 65 Bold"/>
                      <w:bCs/>
                      <w:color w:val="000080"/>
                      <w:sz w:val="22"/>
                    </w:rPr>
                    <w:t>ERKLÄRUNG</w:t>
                  </w:r>
                  <w:r>
                    <w:rPr>
                      <w:rFonts w:ascii="Frutiger 65 Bold" w:hAnsi="Frutiger 65 Bold"/>
                      <w:b/>
                      <w:color w:val="000080"/>
                      <w:sz w:val="22"/>
                    </w:rPr>
                    <w:t xml:space="preserve"> </w:t>
                  </w:r>
                </w:p>
              </w:tc>
            </w:tr>
            <w:tr w:rsidR="00785E03">
              <w:tc>
                <w:tcPr>
                  <w:tcW w:w="338" w:type="dxa"/>
                  <w:tcBorders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</w:tc>
              <w:tc>
                <w:tcPr>
                  <w:tcW w:w="8995" w:type="dxa"/>
                  <w:gridSpan w:val="3"/>
                  <w:tcBorders>
                    <w:top w:val="single" w:sz="4" w:space="0" w:color="99CC00"/>
                    <w:left w:val="single" w:sz="4" w:space="0" w:color="99CC00"/>
                    <w:bottom w:val="single" w:sz="4" w:space="0" w:color="99CC00"/>
                    <w:right w:val="single" w:sz="4" w:space="0" w:color="99CC00"/>
                  </w:tcBorders>
                  <w:tcMar>
                    <w:left w:w="0" w:type="dxa"/>
                  </w:tcMar>
                </w:tcPr>
                <w:p w:rsidR="00785E03" w:rsidRDefault="00785E03">
                  <w:pPr>
                    <w:rPr>
                      <w:rFonts w:ascii="Frutiger 65 Bold" w:hAnsi="Frutiger 65 Bold"/>
                      <w:bCs/>
                      <w:color w:val="000080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10"/>
                    </w:rPr>
                  </w:pPr>
                </w:p>
                <w:p w:rsidR="00785E03" w:rsidRDefault="00CE787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 xml:space="preserve">Mir / uns ist das Ausschreibungsverfahren zur Verleihung des </w:t>
                  </w:r>
                  <w:r w:rsidR="00110A1C">
                    <w:rPr>
                      <w:rFonts w:ascii="Frutiger 45 Light" w:hAnsi="Frutiger 45 Light"/>
                      <w:sz w:val="22"/>
                    </w:rPr>
                    <w:t xml:space="preserve">NACHHALTIGKEITSPREIS 2018  </w:t>
                  </w:r>
                  <w:r>
                    <w:rPr>
                      <w:rFonts w:ascii="Frutiger 45 Light" w:hAnsi="Frutiger 45 Light"/>
                      <w:sz w:val="22"/>
                    </w:rPr>
                    <w:t xml:space="preserve"> der Stadt Duisburg bekannt.</w:t>
                  </w: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 w:rsidP="00110A1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sz w:val="22"/>
                    </w:rPr>
                    <w:t xml:space="preserve">Ich bin / wir sind gerne bereit, bei Rückfragen durch das </w:t>
                  </w:r>
                  <w:r w:rsidR="00110A1C">
                    <w:rPr>
                      <w:rFonts w:ascii="Frutiger 45 Light" w:hAnsi="Frutiger 45 Light"/>
                      <w:sz w:val="22"/>
                    </w:rPr>
                    <w:t xml:space="preserve">Umweltamt </w:t>
                  </w:r>
                  <w:r>
                    <w:rPr>
                      <w:rFonts w:ascii="Frutiger 45 Light" w:hAnsi="Frutiger 45 Light"/>
                      <w:sz w:val="22"/>
                    </w:rPr>
                    <w:t>weitere Erläuterungen zu dem eingereichten Projekt zu geben.</w:t>
                  </w: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785E03">
                  <w:pPr>
                    <w:rPr>
                      <w:rFonts w:ascii="Frutiger 45 Light" w:hAnsi="Frutiger 45 Light"/>
                      <w:sz w:val="22"/>
                    </w:rPr>
                  </w:pPr>
                </w:p>
                <w:p w:rsidR="00785E03" w:rsidRDefault="00CE787C" w:rsidP="00110A1C">
                  <w:pPr>
                    <w:rPr>
                      <w:rFonts w:ascii="Frutiger 45 Light" w:hAnsi="Frutiger 45 Light"/>
                      <w:sz w:val="22"/>
                    </w:rPr>
                  </w:pPr>
                  <w:r>
                    <w:rPr>
                      <w:rFonts w:ascii="Frutiger 45 Light" w:hAnsi="Frutiger 45 Light"/>
                      <w:color w:val="333333"/>
                      <w:sz w:val="22"/>
                    </w:rPr>
                    <w:t>Datum</w:t>
                  </w:r>
                  <w:r w:rsidR="00110A1C">
                    <w:rPr>
                      <w:rFonts w:ascii="Frutiger 45 Light" w:hAnsi="Frutiger 45 Light"/>
                      <w:color w:val="333333"/>
                      <w:sz w:val="22"/>
                    </w:rPr>
                    <w:t xml:space="preserve">, Ort </w:t>
                  </w:r>
                  <w:r>
                    <w:rPr>
                      <w:rFonts w:ascii="Frutiger 45 Light" w:hAnsi="Frutiger 45 Light"/>
                      <w:color w:val="333333"/>
                      <w:sz w:val="22"/>
                    </w:rPr>
                    <w:t>......</w:t>
                  </w:r>
                  <w:r w:rsidR="00110A1C">
                    <w:rPr>
                      <w:rFonts w:ascii="Frutiger 45 Light" w:hAnsi="Frutiger 45 Light"/>
                      <w:color w:val="333333"/>
                      <w:sz w:val="22"/>
                    </w:rPr>
                    <w:t>..</w:t>
                  </w:r>
                  <w:r>
                    <w:rPr>
                      <w:rFonts w:ascii="Frutiger 45 Light" w:hAnsi="Frutiger 45 Light"/>
                      <w:color w:val="333333"/>
                      <w:sz w:val="22"/>
                    </w:rPr>
                    <w:t xml:space="preserve">......................                                          </w:t>
                  </w:r>
                  <w:r w:rsidR="00110A1C">
                    <w:rPr>
                      <w:rFonts w:ascii="Frutiger 45 Light" w:hAnsi="Frutiger 45 Light"/>
                      <w:color w:val="333333"/>
                      <w:sz w:val="22"/>
                    </w:rPr>
                    <w:t>U</w:t>
                  </w:r>
                  <w:r>
                    <w:rPr>
                      <w:rFonts w:ascii="Frutiger 45 Light" w:hAnsi="Frutiger 45 Light"/>
                      <w:color w:val="333333"/>
                      <w:sz w:val="22"/>
                    </w:rPr>
                    <w:t>nterschrift....................................</w:t>
                  </w:r>
                </w:p>
              </w:tc>
            </w:tr>
            <w:tr w:rsidR="00785E03">
              <w:tc>
                <w:tcPr>
                  <w:tcW w:w="9333" w:type="dxa"/>
                  <w:gridSpan w:val="4"/>
                </w:tcPr>
                <w:p w:rsidR="00785E03" w:rsidRDefault="00785E03">
                  <w:pPr>
                    <w:tabs>
                      <w:tab w:val="left" w:pos="4560"/>
                    </w:tabs>
                    <w:rPr>
                      <w:rFonts w:ascii="Frutiger 45 Light" w:hAnsi="Frutiger 45 Light"/>
                      <w:sz w:val="22"/>
                    </w:rPr>
                  </w:pPr>
                </w:p>
              </w:tc>
            </w:tr>
          </w:tbl>
          <w:p w:rsidR="00785E03" w:rsidRDefault="00785E03"/>
        </w:tc>
      </w:tr>
    </w:tbl>
    <w:p w:rsidR="00785E03" w:rsidRDefault="00D600A0">
      <w:pPr>
        <w:rPr>
          <w:rFonts w:ascii="Times New Roman" w:hAnsi="Times New Roman"/>
          <w:sz w:val="20"/>
          <w:szCs w:val="20"/>
        </w:rPr>
      </w:pPr>
      <w:r>
        <w:lastRenderedPageBreak/>
        <w:cr/>
      </w:r>
    </w:p>
    <w:sectPr w:rsidR="00785E03">
      <w:footerReference w:type="even" r:id="rId7"/>
      <w:footerReference w:type="default" r:id="rId8"/>
      <w:headerReference w:type="first" r:id="rId9"/>
      <w:pgSz w:w="11901" w:h="16840"/>
      <w:pgMar w:top="1418" w:right="1134" w:bottom="1418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E03" w:rsidRDefault="00CE787C">
      <w:r>
        <w:separator/>
      </w:r>
    </w:p>
  </w:endnote>
  <w:endnote w:type="continuationSeparator" w:id="0">
    <w:p w:rsidR="00785E03" w:rsidRDefault="00CE7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ndid">
    <w:altName w:val="Wingdings 2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45 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rutiger 65 Bold">
    <w:panose1 w:val="00000000000000000000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E03" w:rsidRDefault="00CE787C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85E03" w:rsidRDefault="00785E0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E03" w:rsidRDefault="00CE787C"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600A0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cr/>
    </w:r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E03" w:rsidRDefault="00CE787C">
      <w:r>
        <w:separator/>
      </w:r>
    </w:p>
  </w:footnote>
  <w:footnote w:type="continuationSeparator" w:id="0">
    <w:p w:rsidR="00785E03" w:rsidRDefault="00CE7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E03" w:rsidRDefault="00CE787C">
    <w:r>
      <w:rPr>
        <w:noProof/>
        <w:szCs w:val="20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-488315</wp:posOffset>
          </wp:positionV>
          <wp:extent cx="4409440" cy="1158240"/>
          <wp:effectExtent l="0" t="0" r="0" b="3810"/>
          <wp:wrapNone/>
          <wp:docPr id="3" name="Bild 3" descr="Schil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hil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9440" cy="1158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rutiger 45 Light" w:hAnsi="Frutiger 45 Light"/>
        <w:color w:val="000080"/>
      </w:rPr>
      <w:cr/>
    </w:r>
    <w:r>
      <w:rPr>
        <w:rFonts w:ascii="Frutiger 45 Light" w:hAnsi="Frutiger 45 Light"/>
        <w:color w:val="000080"/>
      </w:rPr>
      <w:cr/>
    </w:r>
    <w:r>
      <w:rPr>
        <w:noProof/>
        <w:szCs w:val="2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4648200</wp:posOffset>
          </wp:positionH>
          <wp:positionV relativeFrom="paragraph">
            <wp:posOffset>9525</wp:posOffset>
          </wp:positionV>
          <wp:extent cx="1422400" cy="1107440"/>
          <wp:effectExtent l="0" t="0" r="6350" b="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rutiger 45 Light" w:hAnsi="Frutiger 45 Light"/>
        <w:color w:val="000080"/>
      </w:rPr>
      <w:cr/>
    </w:r>
    <w:r>
      <w:rPr>
        <w:rFonts w:ascii="Frutiger 45 Light" w:hAnsi="Frutiger 45 Light"/>
        <w:color w:val="000080"/>
      </w:rPr>
      <w:cr/>
    </w:r>
    <w:r>
      <w:rPr>
        <w:rFonts w:ascii="Frutiger 45 Light" w:hAnsi="Frutiger 45 Light"/>
        <w:color w:val="000080"/>
        <w:sz w:val="22"/>
      </w:rPr>
      <w:cr/>
      <w:t xml:space="preserve">Der Oberbürgermeister </w:t>
    </w:r>
    <w:r>
      <w:rPr>
        <w:rFonts w:ascii="Frutiger 45 Light" w:hAnsi="Frutiger 45 Light"/>
        <w:color w:val="000080"/>
        <w:sz w:val="22"/>
      </w:rPr>
      <w:cr/>
    </w:r>
    <w:r w:rsidR="00110A1C">
      <w:rPr>
        <w:rFonts w:ascii="Frutiger 45 Light" w:hAnsi="Frutiger 45 Light"/>
        <w:color w:val="000080"/>
        <w:sz w:val="22"/>
      </w:rPr>
      <w:t>Umweltamt</w:t>
    </w:r>
    <w:r>
      <w:rPr>
        <w:rFonts w:ascii="Frutiger 45 Light" w:hAnsi="Frutiger 45 Light"/>
        <w:color w:val="000080"/>
        <w:sz w:val="22"/>
      </w:rPr>
      <w:cr/>
    </w:r>
    <w:r>
      <w:rPr>
        <w:rFonts w:ascii="Frutiger 45 Light" w:hAnsi="Frutiger 45 Light"/>
        <w:color w:val="000080"/>
        <w:sz w:val="22"/>
      </w:rPr>
      <w:cr/>
    </w:r>
    <w:r>
      <w:rPr>
        <w:rFonts w:ascii="Frutiger 45 Light" w:hAnsi="Frutiger 45 Light"/>
        <w:color w:val="000080"/>
        <w:sz w:val="22"/>
      </w:rP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F4121"/>
    <w:multiLevelType w:val="hybridMultilevel"/>
    <w:tmpl w:val="1598EE30"/>
    <w:lvl w:ilvl="0" w:tplc="74D825BC">
      <w:start w:val="5"/>
      <w:numFmt w:val="bullet"/>
      <w:lvlText w:val=""/>
      <w:lvlJc w:val="left"/>
      <w:pPr>
        <w:tabs>
          <w:tab w:val="num" w:pos="720"/>
        </w:tabs>
        <w:ind w:left="720" w:hanging="360"/>
      </w:pPr>
      <w:rPr>
        <w:rFonts w:ascii="Candid" w:eastAsia="Times New Roman" w:hAnsi="Candid" w:cs="Times New Roman" w:hint="default"/>
        <w:sz w:val="3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51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1C"/>
    <w:rsid w:val="00110A1C"/>
    <w:rsid w:val="00785E03"/>
    <w:rsid w:val="00CE787C"/>
    <w:rsid w:val="00D6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enu v:ext="edit" strokecolor="none"/>
    </o:shapedefaults>
    <o:shapelayout v:ext="edit">
      <o:idmap v:ext="edit" data="1"/>
    </o:shapelayout>
  </w:shapeDefaults>
  <w:decimalSymbol w:val=","/>
  <w:listSeparator w:val=";"/>
  <w15:docId w15:val="{3A6DB0DF-0D19-4E82-A3E6-1F86EFCF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autoSpaceDE w:val="0"/>
      <w:autoSpaceDN w:val="0"/>
      <w:adjustRightInd w:val="0"/>
      <w:outlineLvl w:val="1"/>
    </w:pPr>
    <w:rPr>
      <w:rFonts w:ascii="Frutiger 45 Light" w:hAnsi="Frutiger 45 Light"/>
      <w:b/>
      <w:bCs/>
      <w:color w:val="000080"/>
      <w:sz w:val="36"/>
      <w:szCs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Frutiger 45 Light" w:hAnsi="Frutiger 45 Light"/>
      <w:b/>
      <w:bCs/>
      <w:color w:val="0000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xtkrper">
    <w:name w:val="Body Text"/>
    <w:basedOn w:val="Standard"/>
    <w:semiHidden/>
    <w:rPr>
      <w:rFonts w:ascii="Frutiger 45 Light" w:hAnsi="Frutiger 45 Light"/>
      <w:b/>
      <w:bCs/>
    </w:rPr>
  </w:style>
  <w:style w:type="paragraph" w:styleId="Textkrper-Zeileneinzug">
    <w:name w:val="Body Text Indent"/>
    <w:basedOn w:val="Standard"/>
    <w:semiHidden/>
    <w:pPr>
      <w:ind w:left="360"/>
    </w:pPr>
    <w:rPr>
      <w:rFonts w:ascii="Frutiger 45 Light" w:hAnsi="Frutiger 45 Light"/>
      <w:b/>
      <w:bCs/>
      <w:color w:val="000080"/>
    </w:rPr>
  </w:style>
  <w:style w:type="character" w:styleId="Seitenzahl">
    <w:name w:val="page number"/>
    <w:basedOn w:val="Absatz-Standardschriftar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F32FC21B.dotm</Template>
  <TotalTime>0</TotalTime>
  <Pages>3</Pages>
  <Words>254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Umwelt- und Naturschutzpreis der Stadt Duisburg</vt:lpstr>
    </vt:vector>
  </TitlesOfParts>
  <Company>Stadt Duisburg</Company>
  <LinksUpToDate>false</LinksUpToDate>
  <CharactersWithSpaces>1854</CharactersWithSpaces>
  <SharedDoc>false</SharedDoc>
  <HLinks>
    <vt:vector size="12" baseType="variant">
      <vt:variant>
        <vt:i4>7078007</vt:i4>
      </vt:variant>
      <vt:variant>
        <vt:i4>-1</vt:i4>
      </vt:variant>
      <vt:variant>
        <vt:i4>2051</vt:i4>
      </vt:variant>
      <vt:variant>
        <vt:i4>1</vt:i4>
      </vt:variant>
      <vt:variant>
        <vt:lpwstr>Schilf</vt:lpwstr>
      </vt:variant>
      <vt:variant>
        <vt:lpwstr/>
      </vt:variant>
      <vt:variant>
        <vt:i4>11</vt:i4>
      </vt:variant>
      <vt:variant>
        <vt:i4>-1</vt:i4>
      </vt:variant>
      <vt:variant>
        <vt:i4>2052</vt:i4>
      </vt:variant>
      <vt:variant>
        <vt:i4>1</vt:i4>
      </vt:variant>
      <vt:variant>
        <vt:lpwstr>Logo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Umwelt- und Naturschutzpreis der Stadt Duisburg</dc:title>
  <dc:creator>Amt 31</dc:creator>
  <cp:lastModifiedBy>Ribhi Yousef Dr.</cp:lastModifiedBy>
  <cp:revision>2</cp:revision>
  <cp:lastPrinted>2018-01-10T13:56:00Z</cp:lastPrinted>
  <dcterms:created xsi:type="dcterms:W3CDTF">2020-04-01T14:02:00Z</dcterms:created>
  <dcterms:modified xsi:type="dcterms:W3CDTF">2020-04-01T14:02:00Z</dcterms:modified>
</cp:coreProperties>
</file>