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6F3" w:rsidRDefault="001742E3" w:rsidP="008F46F3">
      <w:pPr>
        <w:pStyle w:val="KeinLeerraum"/>
        <w:jc w:val="both"/>
        <w:rPr>
          <w:rFonts w:ascii="Arial" w:hAnsi="Arial" w:cs="Arial"/>
          <w:sz w:val="24"/>
          <w:szCs w:val="24"/>
        </w:rPr>
      </w:pPr>
      <w:r w:rsidRPr="001742E3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7B47CE" wp14:editId="157EA6D2">
                <wp:simplePos x="0" y="0"/>
                <wp:positionH relativeFrom="column">
                  <wp:posOffset>3294113</wp:posOffset>
                </wp:positionH>
                <wp:positionV relativeFrom="paragraph">
                  <wp:posOffset>-646223</wp:posOffset>
                </wp:positionV>
                <wp:extent cx="1229446" cy="1075765"/>
                <wp:effectExtent l="0" t="0" r="889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9446" cy="1075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42E3" w:rsidRPr="001742E3" w:rsidRDefault="001742E3" w:rsidP="001742E3">
                            <w:pPr>
                              <w:rPr>
                                <w:sz w:val="116"/>
                                <w:szCs w:val="116"/>
                              </w:rPr>
                            </w:pPr>
                            <w:r w:rsidRPr="001742E3">
                              <w:rPr>
                                <w:rFonts w:ascii="Duisburg-Logo" w:hAnsi="Duisburg-Logo"/>
                                <w:color w:val="0070C0"/>
                                <w:sz w:val="116"/>
                                <w:szCs w:val="116"/>
                              </w:rPr>
                              <w:t>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7B47C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59.4pt;margin-top:-50.9pt;width:96.8pt;height:84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" stroked="f">
                <v:textbox>
                  <w:txbxContent>
                    <w:p w:rsidR="001742E3" w:rsidRPr="001742E3" w:rsidRDefault="001742E3" w:rsidP="001742E3">
                      <w:pPr>
                        <w:rPr>
                          <w:sz w:val="116"/>
                          <w:szCs w:val="116"/>
                        </w:rPr>
                      </w:pPr>
                      <w:r w:rsidRPr="001742E3">
                        <w:rPr>
                          <w:rFonts w:ascii="Duisburg-Logo" w:hAnsi="Duisburg-Logo"/>
                          <w:color w:val="0070C0"/>
                          <w:sz w:val="116"/>
                          <w:szCs w:val="116"/>
                        </w:rPr>
                        <w:t></w:t>
                      </w:r>
                    </w:p>
                  </w:txbxContent>
                </v:textbox>
              </v:shape>
            </w:pict>
          </mc:Fallback>
        </mc:AlternateContent>
      </w:r>
      <w:r w:rsidRPr="00465E33"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1AF692B2" wp14:editId="006673F6">
            <wp:simplePos x="0" y="0"/>
            <wp:positionH relativeFrom="margin">
              <wp:posOffset>22225</wp:posOffset>
            </wp:positionH>
            <wp:positionV relativeFrom="margin">
              <wp:posOffset>-508000</wp:posOffset>
            </wp:positionV>
            <wp:extent cx="967740" cy="825500"/>
            <wp:effectExtent l="0" t="0" r="381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74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F46F3" w:rsidRDefault="008F46F3" w:rsidP="008F46F3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8F46F3" w:rsidRDefault="008F46F3" w:rsidP="008F46F3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8F46F3" w:rsidRDefault="008F46F3" w:rsidP="008F46F3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6F7AAE" w:rsidRDefault="006F7AAE" w:rsidP="008F46F3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6F7AAE" w:rsidRDefault="006F7AAE" w:rsidP="008F46F3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843BA3" w:rsidRDefault="00843BA3" w:rsidP="008F46F3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8F46F3" w:rsidRDefault="008F46F3" w:rsidP="008F46F3">
      <w:pPr>
        <w:pStyle w:val="KeinLeerraum"/>
        <w:jc w:val="both"/>
        <w:rPr>
          <w:rFonts w:ascii="Arial" w:hAnsi="Arial" w:cs="Arial"/>
          <w:sz w:val="24"/>
          <w:szCs w:val="24"/>
        </w:rPr>
      </w:pPr>
      <w:r w:rsidRPr="00B66057">
        <w:rPr>
          <w:rFonts w:ascii="Arial" w:hAnsi="Arial" w:cs="Arial"/>
          <w:sz w:val="24"/>
          <w:szCs w:val="24"/>
        </w:rPr>
        <w:t>Stadt Duisburg</w:t>
      </w:r>
    </w:p>
    <w:p w:rsidR="00843BA3" w:rsidRDefault="00843BA3" w:rsidP="008F46F3">
      <w:pPr>
        <w:pStyle w:val="KeinLeerrau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Oberbürgermeister</w:t>
      </w:r>
    </w:p>
    <w:p w:rsidR="008F46F3" w:rsidRDefault="008F46F3" w:rsidP="008F46F3">
      <w:pPr>
        <w:pStyle w:val="KeinLeerrau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Umweltamt</w:t>
      </w:r>
      <w:r w:rsidR="00843BA3">
        <w:rPr>
          <w:rFonts w:ascii="Arial" w:hAnsi="Arial" w:cs="Arial"/>
          <w:sz w:val="24"/>
          <w:szCs w:val="24"/>
        </w:rPr>
        <w:t xml:space="preserve"> / 31-11</w:t>
      </w:r>
    </w:p>
    <w:p w:rsidR="008F46F3" w:rsidRPr="005C4EE2" w:rsidRDefault="008F46F3" w:rsidP="008F46F3">
      <w:pPr>
        <w:pStyle w:val="KeinLeerraum"/>
        <w:jc w:val="both"/>
        <w:rPr>
          <w:rFonts w:ascii="Arial" w:hAnsi="Arial" w:cs="Arial"/>
          <w:sz w:val="24"/>
          <w:szCs w:val="24"/>
        </w:rPr>
      </w:pPr>
      <w:r w:rsidRPr="00800699">
        <w:rPr>
          <w:rFonts w:ascii="Arial" w:hAnsi="Arial" w:cs="Arial"/>
          <w:sz w:val="24"/>
          <w:szCs w:val="24"/>
        </w:rPr>
        <w:t>Friedrich-Wilhelm-Straße 96</w:t>
      </w:r>
      <w:hyperlink r:id="rId9" w:history="1"/>
    </w:p>
    <w:p w:rsidR="008F46F3" w:rsidRDefault="00843BA3" w:rsidP="008F46F3">
      <w:pPr>
        <w:pStyle w:val="KeinLeerraum"/>
        <w:ind w:right="708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47049</w:t>
      </w:r>
      <w:r w:rsidR="008F46F3" w:rsidRPr="00761B46">
        <w:rPr>
          <w:rFonts w:ascii="Arial" w:hAnsi="Arial" w:cs="Arial"/>
          <w:sz w:val="24"/>
          <w:szCs w:val="24"/>
        </w:rPr>
        <w:t xml:space="preserve"> Duisburg</w:t>
      </w:r>
    </w:p>
    <w:p w:rsidR="008F46F3" w:rsidRDefault="008F46F3" w:rsidP="008F46F3">
      <w:pPr>
        <w:pStyle w:val="KeinLeerraum"/>
        <w:jc w:val="center"/>
        <w:rPr>
          <w:rFonts w:ascii="Arial" w:hAnsi="Arial" w:cs="Arial"/>
          <w:b/>
          <w:sz w:val="36"/>
          <w:szCs w:val="36"/>
        </w:rPr>
      </w:pPr>
    </w:p>
    <w:p w:rsidR="00843BA3" w:rsidRDefault="00843BA3" w:rsidP="00252B80">
      <w:pPr>
        <w:pStyle w:val="KeinLeerraum"/>
        <w:tabs>
          <w:tab w:val="left" w:pos="3969"/>
        </w:tabs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8F46F3" w:rsidRPr="008F46F3" w:rsidRDefault="008F46F3" w:rsidP="00252B80">
      <w:pPr>
        <w:pStyle w:val="KeinLeerraum"/>
        <w:tabs>
          <w:tab w:val="left" w:pos="3969"/>
        </w:tabs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F46F3">
        <w:rPr>
          <w:rFonts w:ascii="Arial" w:hAnsi="Arial" w:cs="Arial"/>
          <w:b/>
          <w:sz w:val="28"/>
          <w:szCs w:val="28"/>
        </w:rPr>
        <w:t>Anmeldung zur Teilnahme am</w:t>
      </w:r>
    </w:p>
    <w:p w:rsidR="00D814CD" w:rsidRDefault="00D814CD" w:rsidP="00252B80">
      <w:pPr>
        <w:pStyle w:val="KeinLeerraum"/>
        <w:tabs>
          <w:tab w:val="left" w:pos="3969"/>
        </w:tabs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Fotowettbewerb im Rahmen von </w:t>
      </w:r>
    </w:p>
    <w:p w:rsidR="008F46F3" w:rsidRPr="008F46F3" w:rsidRDefault="00D814CD" w:rsidP="006A1B42">
      <w:pPr>
        <w:pStyle w:val="KeinLeerraum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6F7AAE">
        <w:rPr>
          <w:rFonts w:ascii="Arial" w:hAnsi="Arial" w:cs="Arial"/>
          <w:b/>
          <w:sz w:val="28"/>
          <w:szCs w:val="28"/>
        </w:rPr>
        <w:t>TAG DER OFFENEN GÄRTEN DUISBURG 20</w:t>
      </w:r>
      <w:r w:rsidR="006A1B42">
        <w:rPr>
          <w:rFonts w:ascii="Arial" w:hAnsi="Arial" w:cs="Arial"/>
          <w:b/>
          <w:sz w:val="28"/>
          <w:szCs w:val="28"/>
        </w:rPr>
        <w:t>20</w:t>
      </w:r>
      <w:r>
        <w:rPr>
          <w:rFonts w:ascii="Arial" w:hAnsi="Arial" w:cs="Arial"/>
          <w:b/>
          <w:sz w:val="28"/>
          <w:szCs w:val="28"/>
        </w:rPr>
        <w:t>“</w:t>
      </w:r>
    </w:p>
    <w:p w:rsidR="008F46F3" w:rsidRDefault="0093412B" w:rsidP="008F46F3">
      <w:pPr>
        <w:pStyle w:val="KeinLeerraum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28"/>
          <w:szCs w:val="28"/>
        </w:rPr>
        <w:t>07</w:t>
      </w:r>
      <w:r w:rsidR="006A1B42">
        <w:rPr>
          <w:rFonts w:ascii="Arial" w:hAnsi="Arial" w:cs="Arial"/>
          <w:b/>
          <w:sz w:val="28"/>
          <w:szCs w:val="28"/>
        </w:rPr>
        <w:t>. Juni 2020</w:t>
      </w:r>
    </w:p>
    <w:p w:rsidR="008F46F3" w:rsidRPr="00800699" w:rsidRDefault="008F46F3" w:rsidP="008F46F3">
      <w:pPr>
        <w:pStyle w:val="KeinLeerraum"/>
        <w:jc w:val="center"/>
        <w:rPr>
          <w:rFonts w:ascii="Arial" w:hAnsi="Arial" w:cs="Arial"/>
          <w:b/>
          <w:sz w:val="36"/>
          <w:szCs w:val="36"/>
        </w:rPr>
      </w:pPr>
    </w:p>
    <w:p w:rsidR="008F46F3" w:rsidRPr="006F7AAE" w:rsidRDefault="008F46F3" w:rsidP="00A2235F">
      <w:pPr>
        <w:spacing w:after="0"/>
        <w:rPr>
          <w:rFonts w:ascii="Arial" w:hAnsi="Arial" w:cs="Arial"/>
          <w:bCs/>
          <w:sz w:val="24"/>
          <w:szCs w:val="24"/>
        </w:rPr>
      </w:pPr>
      <w:r w:rsidRPr="006F7AAE">
        <w:rPr>
          <w:rFonts w:ascii="Arial" w:hAnsi="Arial" w:cs="Arial"/>
          <w:b/>
          <w:sz w:val="36"/>
          <w:szCs w:val="36"/>
        </w:rPr>
        <w:t>Ja</w:t>
      </w:r>
      <w:r w:rsidR="00A2235F">
        <w:rPr>
          <w:rFonts w:ascii="Arial" w:hAnsi="Arial" w:cs="Arial"/>
          <w:bCs/>
          <w:sz w:val="24"/>
          <w:szCs w:val="24"/>
        </w:rPr>
        <w:t xml:space="preserve">, ich möchte </w:t>
      </w:r>
      <w:r w:rsidRPr="006F7AAE">
        <w:rPr>
          <w:rFonts w:ascii="Arial" w:hAnsi="Arial" w:cs="Arial"/>
          <w:bCs/>
          <w:sz w:val="24"/>
          <w:szCs w:val="24"/>
        </w:rPr>
        <w:t xml:space="preserve">am </w:t>
      </w:r>
      <w:r w:rsidR="00D814CD">
        <w:rPr>
          <w:rFonts w:ascii="Arial" w:hAnsi="Arial" w:cs="Arial"/>
          <w:bCs/>
          <w:sz w:val="24"/>
          <w:szCs w:val="24"/>
        </w:rPr>
        <w:t xml:space="preserve">Fotowettbewerb im Rahmen von </w:t>
      </w:r>
      <w:r w:rsidRPr="006F7AAE">
        <w:rPr>
          <w:rFonts w:ascii="Arial" w:hAnsi="Arial" w:cs="Arial"/>
          <w:bCs/>
          <w:sz w:val="24"/>
          <w:szCs w:val="24"/>
        </w:rPr>
        <w:t>„</w:t>
      </w:r>
      <w:r w:rsidR="00A2235F">
        <w:rPr>
          <w:rFonts w:ascii="Arial" w:hAnsi="Arial" w:cs="Arial"/>
          <w:bCs/>
          <w:sz w:val="24"/>
          <w:szCs w:val="24"/>
        </w:rPr>
        <w:t>TAG DER OFFENEN GÄRTEN</w:t>
      </w:r>
      <w:r w:rsidRPr="006F7AAE">
        <w:rPr>
          <w:rFonts w:ascii="Arial" w:hAnsi="Arial" w:cs="Arial"/>
          <w:bCs/>
          <w:sz w:val="24"/>
          <w:szCs w:val="24"/>
        </w:rPr>
        <w:t>“ teilnehmen und stimme den Teilnahmebedingungen mit meiner Unterschrift zu.</w:t>
      </w:r>
    </w:p>
    <w:p w:rsidR="006F7AAE" w:rsidRDefault="006F7AAE" w:rsidP="006F7AAE">
      <w:pPr>
        <w:pStyle w:val="KeinLeerraum"/>
        <w:rPr>
          <w:rFonts w:ascii="Arial" w:hAnsi="Arial" w:cs="Arial"/>
          <w:bCs/>
          <w:sz w:val="24"/>
          <w:szCs w:val="24"/>
        </w:rPr>
      </w:pPr>
    </w:p>
    <w:p w:rsidR="008F46F3" w:rsidRPr="00761B46" w:rsidRDefault="008F46F3" w:rsidP="008F46F3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 w:rsidRPr="00761B46">
        <w:rPr>
          <w:rFonts w:ascii="Arial" w:hAnsi="Arial" w:cs="Arial"/>
          <w:b/>
          <w:sz w:val="18"/>
          <w:szCs w:val="18"/>
          <w:u w:val="single"/>
        </w:rPr>
        <w:t>Bitte alle Angaben im Druckbuchstaben:</w:t>
      </w:r>
    </w:p>
    <w:p w:rsidR="008F46F3" w:rsidRDefault="008F46F3" w:rsidP="006F7AAE">
      <w:pPr>
        <w:spacing w:before="240"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Name / Vorname: </w:t>
      </w:r>
      <w:r>
        <w:rPr>
          <w:rFonts w:ascii="Arial" w:hAnsi="Arial" w:cs="Arial"/>
          <w:bCs/>
          <w:sz w:val="24"/>
          <w:szCs w:val="24"/>
        </w:rPr>
        <w:tab/>
        <w:t>…………………………</w:t>
      </w:r>
    </w:p>
    <w:p w:rsidR="008F46F3" w:rsidRDefault="008F46F3" w:rsidP="008F46F3">
      <w:pPr>
        <w:spacing w:before="2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Straße: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………………………….</w:t>
      </w:r>
    </w:p>
    <w:p w:rsidR="008F46F3" w:rsidRDefault="008F46F3" w:rsidP="008F46F3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PLZ / Ort: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………………………….</w:t>
      </w:r>
    </w:p>
    <w:p w:rsidR="008F46F3" w:rsidRDefault="008F46F3" w:rsidP="008F46F3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Telefon: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………………………….</w:t>
      </w:r>
    </w:p>
    <w:p w:rsidR="008F46F3" w:rsidRDefault="008F46F3" w:rsidP="008F46F3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E-Mail: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…………………………</w:t>
      </w:r>
    </w:p>
    <w:p w:rsidR="009331ED" w:rsidRDefault="009331ED" w:rsidP="008F46F3">
      <w:pPr>
        <w:rPr>
          <w:rFonts w:ascii="Arial" w:hAnsi="Arial" w:cs="Arial"/>
          <w:bCs/>
          <w:sz w:val="24"/>
          <w:szCs w:val="24"/>
        </w:rPr>
      </w:pPr>
    </w:p>
    <w:p w:rsidR="00D814CD" w:rsidRDefault="00D814CD" w:rsidP="00A2235F">
      <w:pPr>
        <w:pStyle w:val="KeinLeerraum"/>
        <w:rPr>
          <w:rFonts w:ascii="Arial" w:hAnsi="Arial" w:cs="Arial"/>
          <w:b/>
          <w:sz w:val="24"/>
          <w:szCs w:val="24"/>
        </w:rPr>
      </w:pPr>
      <w:r w:rsidRPr="0081041E">
        <w:rPr>
          <w:rFonts w:ascii="Arial" w:hAnsi="Arial" w:cs="Arial"/>
          <w:b/>
          <w:sz w:val="24"/>
          <w:szCs w:val="24"/>
        </w:rPr>
        <w:t>Teilnahmebedingungen</w:t>
      </w:r>
      <w:r>
        <w:rPr>
          <w:rFonts w:ascii="Arial" w:hAnsi="Arial" w:cs="Arial"/>
          <w:b/>
          <w:sz w:val="24"/>
          <w:szCs w:val="24"/>
        </w:rPr>
        <w:t xml:space="preserve"> Fotowettbewerb im Rahmen von „</w:t>
      </w:r>
      <w:r w:rsidR="00A2235F" w:rsidRPr="00A2235F">
        <w:rPr>
          <w:rFonts w:ascii="Arial" w:hAnsi="Arial" w:cs="Arial"/>
          <w:b/>
          <w:sz w:val="24"/>
          <w:szCs w:val="24"/>
        </w:rPr>
        <w:t>TAG DER OFFENEN GÄRTEN</w:t>
      </w:r>
      <w:r>
        <w:rPr>
          <w:rFonts w:ascii="Arial" w:hAnsi="Arial" w:cs="Arial"/>
          <w:b/>
          <w:sz w:val="24"/>
          <w:szCs w:val="24"/>
        </w:rPr>
        <w:t>“</w:t>
      </w:r>
    </w:p>
    <w:p w:rsidR="00A2235F" w:rsidRDefault="00A2235F" w:rsidP="00A2235F">
      <w:pPr>
        <w:pStyle w:val="StandardWeb"/>
        <w:numPr>
          <w:ilvl w:val="0"/>
          <w:numId w:val="5"/>
        </w:numPr>
        <w:shd w:val="clear" w:color="auto" w:fill="FFFFFF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Im Rahmen von „TAG DER OFFENEN GÄRTEN“ können Fotos des präsentierten Gartens eingesandt werden. </w:t>
      </w:r>
    </w:p>
    <w:p w:rsidR="00A2235F" w:rsidRDefault="00A2235F" w:rsidP="00A2235F">
      <w:pPr>
        <w:pStyle w:val="StandardWeb"/>
        <w:numPr>
          <w:ilvl w:val="0"/>
          <w:numId w:val="5"/>
        </w:numPr>
        <w:shd w:val="clear" w:color="auto" w:fill="FFFFFF"/>
        <w:spacing w:before="0" w:after="0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  <w:bdr w:val="none" w:sz="0" w:space="0" w:color="auto" w:frame="1"/>
        </w:rPr>
        <w:t>Die Teilnahme am „TAG DER OFFENEN GÄRTEN“ ist Voraussetzung für die Beteiligung an dem Fotowettbewerb.</w:t>
      </w:r>
    </w:p>
    <w:p w:rsidR="00D814CD" w:rsidRDefault="00D814CD" w:rsidP="00D814CD">
      <w:pPr>
        <w:pStyle w:val="KeinLeerraum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 Teilnehmer*in können maximal drei Fotos eingereicht werden. </w:t>
      </w:r>
    </w:p>
    <w:p w:rsidR="00D814CD" w:rsidRPr="00004EBD" w:rsidRDefault="00D814CD" w:rsidP="00D814CD">
      <w:pPr>
        <w:pStyle w:val="KeinLeerraum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dürfen auf den Bildern keine Personen abgebildet sein.</w:t>
      </w:r>
    </w:p>
    <w:p w:rsidR="00D814CD" w:rsidRDefault="00D814CD" w:rsidP="00D814CD">
      <w:pPr>
        <w:pStyle w:val="KeinLeerraum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werden ausschließlich Digitalformate angenommen. </w:t>
      </w:r>
    </w:p>
    <w:p w:rsidR="00D814CD" w:rsidRDefault="00D814CD" w:rsidP="00D814CD">
      <w:pPr>
        <w:pStyle w:val="KeinLeerraum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Bezeichnung der Bilddatei:  [Vorname] – [Nachname] – [Bild-Nummer] z. B. Max-Muenstermann-1.jpg. (Achten Sie bitte darauf, bei der Benennung keine Umlaute oder Sonderzeichen zu verwenden. Bilder mit der Bezeichnung „ohne Titel“ werden nicht berücksichtigt“</w:t>
      </w:r>
    </w:p>
    <w:p w:rsidR="00D814CD" w:rsidRDefault="00D814CD" w:rsidP="00D814CD">
      <w:pPr>
        <w:pStyle w:val="KeinLeerraum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eingereichten Bilder sollen einen Eindruck vom Garten vermitteln.</w:t>
      </w:r>
    </w:p>
    <w:p w:rsidR="00D814CD" w:rsidRDefault="00D814CD" w:rsidP="00D814CD">
      <w:pPr>
        <w:pStyle w:val="KeinLeerraum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Einreichung per E-Mail unter: </w:t>
      </w:r>
      <w:hyperlink r:id="rId10" w:history="1">
        <w:r w:rsidR="00D87D4D" w:rsidRPr="00501B40">
          <w:rPr>
            <w:rStyle w:val="Hyperlink"/>
            <w:rFonts w:ascii="Arial" w:hAnsi="Arial" w:cs="Arial"/>
            <w:sz w:val="24"/>
            <w:szCs w:val="24"/>
          </w:rPr>
          <w:t>dr.yousef@stadt-duisburg.de</w:t>
        </w:r>
      </w:hyperlink>
      <w:r w:rsidR="00D87D4D">
        <w:rPr>
          <w:rFonts w:ascii="Arial" w:hAnsi="Arial" w:cs="Arial"/>
          <w:sz w:val="24"/>
          <w:szCs w:val="24"/>
        </w:rPr>
        <w:t xml:space="preserve"> </w:t>
      </w:r>
    </w:p>
    <w:p w:rsidR="00D814CD" w:rsidRPr="005F5524" w:rsidRDefault="00D814CD" w:rsidP="00D814CD">
      <w:pPr>
        <w:pStyle w:val="KeinLeerraum"/>
        <w:numPr>
          <w:ilvl w:val="0"/>
          <w:numId w:val="5"/>
        </w:numPr>
        <w:rPr>
          <w:rFonts w:ascii="Arial" w:hAnsi="Arial" w:cs="Arial"/>
          <w:bCs/>
          <w:sz w:val="24"/>
          <w:szCs w:val="24"/>
        </w:rPr>
      </w:pPr>
      <w:r w:rsidRPr="005F5524">
        <w:rPr>
          <w:rFonts w:ascii="Arial" w:hAnsi="Arial" w:cs="Arial"/>
          <w:bCs/>
          <w:sz w:val="24"/>
          <w:szCs w:val="24"/>
        </w:rPr>
        <w:t>Mit der Einsendung der Fotos werden die Teilnahmebedingungen akzeptiert</w:t>
      </w:r>
    </w:p>
    <w:p w:rsidR="00CC4283" w:rsidRPr="005F5524" w:rsidRDefault="00CC4283" w:rsidP="005F5524">
      <w:pPr>
        <w:pStyle w:val="KeinLeerraum"/>
        <w:numPr>
          <w:ilvl w:val="0"/>
          <w:numId w:val="5"/>
        </w:numPr>
        <w:rPr>
          <w:rFonts w:ascii="Arial" w:hAnsi="Arial" w:cs="Arial"/>
          <w:bCs/>
          <w:sz w:val="24"/>
          <w:szCs w:val="24"/>
        </w:rPr>
      </w:pPr>
      <w:r w:rsidRPr="005F5524">
        <w:rPr>
          <w:rFonts w:ascii="Arial" w:hAnsi="Arial" w:cs="Arial"/>
          <w:bCs/>
          <w:sz w:val="24"/>
          <w:szCs w:val="24"/>
        </w:rPr>
        <w:t>Der Rechtsweg ist ausgeschlossen.</w:t>
      </w:r>
    </w:p>
    <w:p w:rsidR="00D814CD" w:rsidRDefault="00D814CD" w:rsidP="00D814CD">
      <w:pPr>
        <w:pStyle w:val="KeinLeerraum"/>
        <w:ind w:left="720"/>
        <w:rPr>
          <w:rFonts w:ascii="Arial" w:hAnsi="Arial" w:cs="Arial"/>
          <w:sz w:val="24"/>
          <w:szCs w:val="24"/>
        </w:rPr>
      </w:pPr>
    </w:p>
    <w:p w:rsidR="00D814CD" w:rsidRPr="00AC185B" w:rsidRDefault="00D814CD" w:rsidP="00D814CD">
      <w:pPr>
        <w:pStyle w:val="KeinLeerraum"/>
        <w:rPr>
          <w:rFonts w:ascii="Arial" w:hAnsi="Arial" w:cs="Arial"/>
          <w:b/>
          <w:sz w:val="24"/>
          <w:szCs w:val="24"/>
        </w:rPr>
      </w:pPr>
      <w:r w:rsidRPr="00AC185B">
        <w:rPr>
          <w:rFonts w:ascii="Arial" w:hAnsi="Arial" w:cs="Arial"/>
          <w:b/>
          <w:sz w:val="24"/>
          <w:szCs w:val="24"/>
        </w:rPr>
        <w:t xml:space="preserve">Abgabeformat </w:t>
      </w:r>
    </w:p>
    <w:p w:rsidR="00D814CD" w:rsidRPr="00AC185B" w:rsidRDefault="00D814CD" w:rsidP="00D814CD">
      <w:pPr>
        <w:pStyle w:val="KeinLeerraum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C185B">
        <w:rPr>
          <w:rFonts w:ascii="Arial" w:hAnsi="Arial" w:cs="Arial"/>
          <w:sz w:val="24"/>
          <w:szCs w:val="24"/>
        </w:rPr>
        <w:t xml:space="preserve">Bildgröße: </w:t>
      </w:r>
      <w:r>
        <w:rPr>
          <w:rFonts w:ascii="Arial" w:hAnsi="Arial" w:cs="Arial"/>
          <w:sz w:val="24"/>
          <w:szCs w:val="24"/>
        </w:rPr>
        <w:t xml:space="preserve">3600 x </w:t>
      </w:r>
      <w:r w:rsidRPr="00AC185B">
        <w:rPr>
          <w:rFonts w:ascii="Arial" w:hAnsi="Arial" w:cs="Arial"/>
          <w:sz w:val="24"/>
          <w:szCs w:val="24"/>
        </w:rPr>
        <w:t>2400 Pixel</w:t>
      </w:r>
    </w:p>
    <w:p w:rsidR="00D814CD" w:rsidRDefault="00D814CD" w:rsidP="00D814CD">
      <w:pPr>
        <w:pStyle w:val="KeinLeerraum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C185B">
        <w:rPr>
          <w:rFonts w:ascii="Arial" w:hAnsi="Arial" w:cs="Arial"/>
          <w:sz w:val="24"/>
          <w:szCs w:val="24"/>
        </w:rPr>
        <w:t xml:space="preserve">Auflösung: 300 </w:t>
      </w:r>
      <w:proofErr w:type="spellStart"/>
      <w:r w:rsidRPr="00AC185B">
        <w:rPr>
          <w:rFonts w:ascii="Arial" w:hAnsi="Arial" w:cs="Arial"/>
          <w:sz w:val="24"/>
          <w:szCs w:val="24"/>
        </w:rPr>
        <w:t>ppi</w:t>
      </w:r>
      <w:proofErr w:type="spellEnd"/>
    </w:p>
    <w:p w:rsidR="00D814CD" w:rsidRPr="00AC185B" w:rsidRDefault="00D814CD" w:rsidP="00D814CD">
      <w:pPr>
        <w:pStyle w:val="KeinLeerraum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Querformat</w:t>
      </w:r>
    </w:p>
    <w:p w:rsidR="00D814CD" w:rsidRPr="00AC185B" w:rsidRDefault="00D814CD" w:rsidP="00D814CD">
      <w:pPr>
        <w:pStyle w:val="KeinLeerraum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C185B">
        <w:rPr>
          <w:rFonts w:ascii="Arial" w:hAnsi="Arial" w:cs="Arial"/>
          <w:sz w:val="24"/>
          <w:szCs w:val="24"/>
        </w:rPr>
        <w:t>Dateiformat: JPG, bestmögliche JPG-Qualität</w:t>
      </w:r>
    </w:p>
    <w:p w:rsidR="00D814CD" w:rsidRPr="00AC185B" w:rsidRDefault="00D814CD" w:rsidP="00D814CD">
      <w:pPr>
        <w:pStyle w:val="KeinLeerraum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C185B">
        <w:rPr>
          <w:rFonts w:ascii="Arial" w:hAnsi="Arial" w:cs="Arial"/>
          <w:sz w:val="24"/>
          <w:szCs w:val="24"/>
        </w:rPr>
        <w:t>Farbmodus: RGB</w:t>
      </w:r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sRGB</w:t>
      </w:r>
      <w:proofErr w:type="spellEnd"/>
    </w:p>
    <w:p w:rsidR="00D814CD" w:rsidRDefault="00D814CD" w:rsidP="00D814CD">
      <w:pPr>
        <w:pStyle w:val="KeinLeerraum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Dateigröße: maximal 4 </w:t>
      </w:r>
      <w:r w:rsidRPr="00AC185B">
        <w:rPr>
          <w:rFonts w:ascii="Arial" w:hAnsi="Arial" w:cs="Arial"/>
          <w:sz w:val="24"/>
          <w:szCs w:val="24"/>
        </w:rPr>
        <w:t>MB pro Bild</w:t>
      </w:r>
    </w:p>
    <w:p w:rsidR="00D814CD" w:rsidRDefault="00D814CD" w:rsidP="00D814CD">
      <w:pPr>
        <w:pStyle w:val="KeinLeerraum"/>
        <w:rPr>
          <w:rFonts w:ascii="Arial" w:hAnsi="Arial" w:cs="Arial"/>
          <w:sz w:val="24"/>
          <w:szCs w:val="24"/>
        </w:rPr>
      </w:pPr>
    </w:p>
    <w:p w:rsidR="00D814CD" w:rsidRDefault="00D814CD" w:rsidP="00D814CD">
      <w:pPr>
        <w:pStyle w:val="KeinLeerraum"/>
        <w:rPr>
          <w:rFonts w:ascii="Arial" w:hAnsi="Arial" w:cs="Arial"/>
          <w:sz w:val="24"/>
          <w:szCs w:val="24"/>
        </w:rPr>
      </w:pPr>
      <w:r w:rsidRPr="009204FD">
        <w:rPr>
          <w:rFonts w:ascii="Arial" w:hAnsi="Arial" w:cs="Arial"/>
          <w:b/>
          <w:bCs/>
          <w:sz w:val="24"/>
          <w:szCs w:val="24"/>
        </w:rPr>
        <w:t>Aufnahmezeitraum:</w:t>
      </w:r>
      <w:r>
        <w:rPr>
          <w:rFonts w:ascii="Arial" w:hAnsi="Arial" w:cs="Arial"/>
          <w:sz w:val="24"/>
          <w:szCs w:val="24"/>
        </w:rPr>
        <w:t xml:space="preserve"> </w:t>
      </w:r>
    </w:p>
    <w:p w:rsidR="00D814CD" w:rsidRDefault="0093412B" w:rsidP="00D814CD">
      <w:pPr>
        <w:pStyle w:val="KeinLeerrau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07</w:t>
      </w:r>
      <w:bookmarkStart w:id="0" w:name="_GoBack"/>
      <w:bookmarkEnd w:id="0"/>
      <w:r w:rsidR="006A1B42">
        <w:rPr>
          <w:rFonts w:ascii="Arial" w:hAnsi="Arial" w:cs="Arial"/>
          <w:sz w:val="24"/>
          <w:szCs w:val="24"/>
        </w:rPr>
        <w:t>. Juni 2020</w:t>
      </w:r>
    </w:p>
    <w:p w:rsidR="00D814CD" w:rsidRDefault="00D814CD" w:rsidP="00D814CD">
      <w:pPr>
        <w:pStyle w:val="KeinLeerraum"/>
        <w:rPr>
          <w:rFonts w:ascii="Arial" w:hAnsi="Arial" w:cs="Arial"/>
          <w:sz w:val="24"/>
          <w:szCs w:val="24"/>
        </w:rPr>
      </w:pPr>
    </w:p>
    <w:p w:rsidR="00D814CD" w:rsidRPr="00AC185B" w:rsidRDefault="00D814CD" w:rsidP="00D814CD">
      <w:pPr>
        <w:pStyle w:val="KeinLeerraum"/>
        <w:rPr>
          <w:rFonts w:ascii="Arial" w:hAnsi="Arial" w:cs="Arial"/>
          <w:b/>
          <w:sz w:val="24"/>
          <w:szCs w:val="24"/>
        </w:rPr>
      </w:pPr>
      <w:r w:rsidRPr="00AC185B">
        <w:rPr>
          <w:rFonts w:ascii="Arial" w:hAnsi="Arial" w:cs="Arial"/>
          <w:b/>
          <w:sz w:val="24"/>
          <w:szCs w:val="24"/>
        </w:rPr>
        <w:t>Bild und Veröffentlichungsrechte</w:t>
      </w:r>
    </w:p>
    <w:p w:rsidR="00D814CD" w:rsidRDefault="009331ED" w:rsidP="00D814CD">
      <w:pPr>
        <w:pStyle w:val="KeinLeerrau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Teilnehmende</w:t>
      </w:r>
      <w:r w:rsidR="00D814CD" w:rsidRPr="00AC185B">
        <w:rPr>
          <w:rFonts w:ascii="Arial" w:hAnsi="Arial" w:cs="Arial"/>
          <w:sz w:val="24"/>
          <w:szCs w:val="24"/>
        </w:rPr>
        <w:t xml:space="preserve"> </w:t>
      </w:r>
      <w:r w:rsidR="00D814CD">
        <w:rPr>
          <w:rFonts w:ascii="Arial" w:hAnsi="Arial" w:cs="Arial"/>
          <w:sz w:val="24"/>
          <w:szCs w:val="24"/>
        </w:rPr>
        <w:t xml:space="preserve">am Fotowettbewerb </w:t>
      </w:r>
      <w:r>
        <w:rPr>
          <w:rFonts w:ascii="Arial" w:hAnsi="Arial" w:cs="Arial"/>
          <w:sz w:val="24"/>
          <w:szCs w:val="24"/>
        </w:rPr>
        <w:t>versichern</w:t>
      </w:r>
      <w:r w:rsidR="00D814CD" w:rsidRPr="00AC185B">
        <w:rPr>
          <w:rFonts w:ascii="Arial" w:hAnsi="Arial" w:cs="Arial"/>
          <w:sz w:val="24"/>
          <w:szCs w:val="24"/>
        </w:rPr>
        <w:t>, im Besitz aller Urheberrechte an den</w:t>
      </w:r>
      <w:r w:rsidR="00D814CD">
        <w:rPr>
          <w:rFonts w:ascii="Arial" w:hAnsi="Arial" w:cs="Arial"/>
          <w:sz w:val="24"/>
          <w:szCs w:val="24"/>
        </w:rPr>
        <w:t xml:space="preserve"> eingereichten Werken zu sein</w:t>
      </w:r>
      <w:r w:rsidR="00D814CD" w:rsidRPr="00AC185B">
        <w:rPr>
          <w:rFonts w:ascii="Arial" w:hAnsi="Arial" w:cs="Arial"/>
          <w:sz w:val="24"/>
          <w:szCs w:val="24"/>
        </w:rPr>
        <w:t xml:space="preserve">. </w:t>
      </w:r>
    </w:p>
    <w:p w:rsidR="005F5524" w:rsidRDefault="00D814CD" w:rsidP="00D814CD">
      <w:pPr>
        <w:pStyle w:val="KeinLeerrau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Urheberrecht am eingesandten Bild darf nicht durch Rechte Anderer gehindert oder eingeschränkt sein.</w:t>
      </w:r>
    </w:p>
    <w:p w:rsidR="00D814CD" w:rsidRDefault="00D814CD" w:rsidP="00D814CD">
      <w:pPr>
        <w:pStyle w:val="KeinLeerraum"/>
        <w:rPr>
          <w:rFonts w:ascii="Arial" w:hAnsi="Arial" w:cs="Arial"/>
          <w:sz w:val="24"/>
          <w:szCs w:val="24"/>
        </w:rPr>
      </w:pPr>
    </w:p>
    <w:p w:rsidR="00D814CD" w:rsidRPr="00AC185B" w:rsidRDefault="00D814CD" w:rsidP="00D814CD">
      <w:pPr>
        <w:pStyle w:val="KeinLeerraum"/>
        <w:rPr>
          <w:rFonts w:ascii="Arial" w:hAnsi="Arial" w:cs="Arial"/>
          <w:b/>
          <w:sz w:val="24"/>
          <w:szCs w:val="24"/>
        </w:rPr>
      </w:pPr>
      <w:r w:rsidRPr="00AC185B">
        <w:rPr>
          <w:rFonts w:ascii="Arial" w:hAnsi="Arial" w:cs="Arial"/>
          <w:b/>
          <w:sz w:val="24"/>
          <w:szCs w:val="24"/>
        </w:rPr>
        <w:t>Reproduktions- und Veröffentlichungsrecht</w:t>
      </w:r>
    </w:p>
    <w:p w:rsidR="00D814CD" w:rsidRDefault="00D814CD" w:rsidP="009331ED">
      <w:pPr>
        <w:pStyle w:val="KeinLeerraum"/>
        <w:rPr>
          <w:rFonts w:ascii="Arial" w:hAnsi="Arial" w:cs="Arial"/>
          <w:sz w:val="24"/>
          <w:szCs w:val="24"/>
        </w:rPr>
      </w:pPr>
      <w:r w:rsidRPr="00AC185B">
        <w:rPr>
          <w:rFonts w:ascii="Arial" w:hAnsi="Arial" w:cs="Arial"/>
          <w:sz w:val="24"/>
          <w:szCs w:val="24"/>
        </w:rPr>
        <w:t>Mit d</w:t>
      </w:r>
      <w:r>
        <w:rPr>
          <w:rFonts w:ascii="Arial" w:hAnsi="Arial" w:cs="Arial"/>
          <w:sz w:val="24"/>
          <w:szCs w:val="24"/>
        </w:rPr>
        <w:t xml:space="preserve">er Einsendung </w:t>
      </w:r>
      <w:r w:rsidR="009331ED">
        <w:rPr>
          <w:rFonts w:ascii="Arial" w:hAnsi="Arial" w:cs="Arial"/>
          <w:sz w:val="24"/>
          <w:szCs w:val="24"/>
        </w:rPr>
        <w:t>werden</w:t>
      </w:r>
      <w:r w:rsidRPr="00AC185B">
        <w:rPr>
          <w:rFonts w:ascii="Arial" w:hAnsi="Arial" w:cs="Arial"/>
          <w:sz w:val="24"/>
          <w:szCs w:val="24"/>
        </w:rPr>
        <w:t xml:space="preserve"> folgende </w:t>
      </w:r>
      <w:r w:rsidR="009331ED">
        <w:rPr>
          <w:rFonts w:ascii="Arial" w:hAnsi="Arial" w:cs="Arial"/>
          <w:sz w:val="24"/>
          <w:szCs w:val="24"/>
        </w:rPr>
        <w:t>Bedingungen anerkannt</w:t>
      </w:r>
      <w:r w:rsidRPr="00AC185B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</w:p>
    <w:p w:rsidR="00D814CD" w:rsidRPr="001D1106" w:rsidRDefault="00D814CD" w:rsidP="009331ED">
      <w:pPr>
        <w:pStyle w:val="KeinLeerrau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C185B">
        <w:rPr>
          <w:rFonts w:ascii="Arial" w:hAnsi="Arial" w:cs="Arial"/>
          <w:sz w:val="24"/>
          <w:szCs w:val="24"/>
        </w:rPr>
        <w:t xml:space="preserve">Die zum </w:t>
      </w:r>
      <w:r>
        <w:rPr>
          <w:rFonts w:ascii="Arial" w:hAnsi="Arial" w:cs="Arial"/>
          <w:sz w:val="24"/>
          <w:szCs w:val="24"/>
        </w:rPr>
        <w:t>Wettbewerb „</w:t>
      </w:r>
      <w:r w:rsidR="009331ED">
        <w:rPr>
          <w:rFonts w:ascii="Arial" w:hAnsi="Arial" w:cs="Arial"/>
          <w:sz w:val="24"/>
          <w:szCs w:val="24"/>
        </w:rPr>
        <w:t>TAG DER OFFENEN GARTEN</w:t>
      </w:r>
      <w:r>
        <w:rPr>
          <w:rFonts w:ascii="Arial" w:hAnsi="Arial" w:cs="Arial"/>
          <w:sz w:val="24"/>
          <w:szCs w:val="24"/>
        </w:rPr>
        <w:t>“</w:t>
      </w:r>
      <w:r w:rsidRPr="00AC185B">
        <w:rPr>
          <w:rFonts w:ascii="Arial" w:hAnsi="Arial" w:cs="Arial"/>
          <w:sz w:val="24"/>
          <w:szCs w:val="24"/>
        </w:rPr>
        <w:t xml:space="preserve"> angenommenen Fotos dürfen </w:t>
      </w:r>
      <w:r>
        <w:rPr>
          <w:rFonts w:ascii="Arial" w:hAnsi="Arial" w:cs="Arial"/>
          <w:sz w:val="24"/>
          <w:szCs w:val="24"/>
        </w:rPr>
        <w:t xml:space="preserve">von der Stadt Duisburg </w:t>
      </w:r>
      <w:r w:rsidRPr="00AC185B">
        <w:rPr>
          <w:rFonts w:ascii="Arial" w:hAnsi="Arial" w:cs="Arial"/>
          <w:sz w:val="24"/>
          <w:szCs w:val="24"/>
        </w:rPr>
        <w:t xml:space="preserve">im Internet, auf Datenträgern und </w:t>
      </w:r>
      <w:r>
        <w:rPr>
          <w:rFonts w:ascii="Arial" w:hAnsi="Arial" w:cs="Arial"/>
          <w:sz w:val="24"/>
          <w:szCs w:val="24"/>
        </w:rPr>
        <w:t xml:space="preserve">Tageszeitungen unter Nennung der Urheberin bzw. des </w:t>
      </w:r>
      <w:r w:rsidRPr="00AC185B">
        <w:rPr>
          <w:rFonts w:ascii="Arial" w:hAnsi="Arial" w:cs="Arial"/>
          <w:sz w:val="24"/>
          <w:szCs w:val="24"/>
        </w:rPr>
        <w:t>Urhebers unentgeltlich genutzt und veröffentlicht werden.</w:t>
      </w:r>
    </w:p>
    <w:p w:rsidR="00D814CD" w:rsidRDefault="00D814CD" w:rsidP="009331ED">
      <w:pPr>
        <w:pStyle w:val="KeinLeerrau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C185B">
        <w:rPr>
          <w:rFonts w:ascii="Arial" w:hAnsi="Arial" w:cs="Arial"/>
          <w:sz w:val="24"/>
          <w:szCs w:val="24"/>
        </w:rPr>
        <w:t xml:space="preserve">Beschränkt auf die vorgenannten Verwendungen </w:t>
      </w:r>
      <w:r w:rsidR="009331ED">
        <w:rPr>
          <w:rFonts w:ascii="Arial" w:hAnsi="Arial" w:cs="Arial"/>
          <w:sz w:val="24"/>
          <w:szCs w:val="24"/>
        </w:rPr>
        <w:t xml:space="preserve">erhält die Stadt </w:t>
      </w:r>
      <w:r>
        <w:rPr>
          <w:rFonts w:ascii="Arial" w:hAnsi="Arial" w:cs="Arial"/>
          <w:sz w:val="24"/>
          <w:szCs w:val="24"/>
        </w:rPr>
        <w:t xml:space="preserve">Duisburg </w:t>
      </w:r>
      <w:r w:rsidRPr="00AC185B">
        <w:rPr>
          <w:rFonts w:ascii="Arial" w:hAnsi="Arial" w:cs="Arial"/>
          <w:sz w:val="24"/>
          <w:szCs w:val="24"/>
        </w:rPr>
        <w:t xml:space="preserve">das Veröffentlichungs-, Nutzungs- und Reproduktionsrecht. </w:t>
      </w:r>
      <w:r w:rsidRPr="001D1106">
        <w:rPr>
          <w:rFonts w:ascii="Arial" w:hAnsi="Arial" w:cs="Arial"/>
          <w:sz w:val="24"/>
          <w:szCs w:val="24"/>
        </w:rPr>
        <w:t xml:space="preserve">Ein Honoraranspruch resultiert hieraus nicht. </w:t>
      </w:r>
    </w:p>
    <w:p w:rsidR="00D814CD" w:rsidRDefault="00D814CD" w:rsidP="00D814CD">
      <w:pPr>
        <w:rPr>
          <w:rFonts w:ascii="Arial" w:hAnsi="Arial" w:cs="Arial"/>
          <w:b/>
          <w:sz w:val="24"/>
          <w:szCs w:val="24"/>
        </w:rPr>
      </w:pPr>
    </w:p>
    <w:p w:rsidR="008F46F3" w:rsidRDefault="008F46F3" w:rsidP="008F46F3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</w:p>
    <w:p w:rsidR="006F7AAE" w:rsidRDefault="006F7AAE">
      <w:pPr>
        <w:rPr>
          <w:rFonts w:ascii="Arial" w:hAnsi="Arial" w:cs="Arial"/>
          <w:b/>
          <w:sz w:val="24"/>
          <w:szCs w:val="24"/>
        </w:rPr>
      </w:pPr>
    </w:p>
    <w:p w:rsidR="008F46F3" w:rsidRPr="00B66057" w:rsidRDefault="008F46F3" w:rsidP="008F46F3">
      <w:pPr>
        <w:rPr>
          <w:rFonts w:ascii="Arial" w:hAnsi="Arial" w:cs="Arial"/>
          <w:bCs/>
          <w:sz w:val="24"/>
          <w:szCs w:val="24"/>
        </w:rPr>
      </w:pPr>
      <w:r w:rsidRPr="00B66057">
        <w:rPr>
          <w:rFonts w:ascii="Arial" w:hAnsi="Arial" w:cs="Arial"/>
          <w:bCs/>
          <w:sz w:val="24"/>
          <w:szCs w:val="24"/>
        </w:rPr>
        <w:t>.....................................</w:t>
      </w:r>
      <w:r w:rsidRPr="00B66057">
        <w:rPr>
          <w:rFonts w:ascii="Arial" w:hAnsi="Arial" w:cs="Arial"/>
          <w:bCs/>
          <w:sz w:val="24"/>
          <w:szCs w:val="24"/>
        </w:rPr>
        <w:tab/>
      </w:r>
      <w:r w:rsidRPr="00B66057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B66057">
        <w:rPr>
          <w:rFonts w:ascii="Arial" w:hAnsi="Arial" w:cs="Arial"/>
          <w:bCs/>
          <w:sz w:val="24"/>
          <w:szCs w:val="24"/>
        </w:rPr>
        <w:t>.....................................</w:t>
      </w:r>
    </w:p>
    <w:p w:rsidR="00A245DF" w:rsidRDefault="008F46F3" w:rsidP="008F46F3">
      <w:r w:rsidRPr="00B66057">
        <w:rPr>
          <w:rFonts w:ascii="Arial" w:hAnsi="Arial" w:cs="Arial"/>
          <w:bCs/>
          <w:sz w:val="24"/>
          <w:szCs w:val="24"/>
        </w:rPr>
        <w:t>Ort,  Datum</w:t>
      </w:r>
      <w:r w:rsidRPr="00B66057">
        <w:rPr>
          <w:rFonts w:ascii="Arial" w:hAnsi="Arial" w:cs="Arial"/>
          <w:bCs/>
          <w:sz w:val="24"/>
          <w:szCs w:val="24"/>
        </w:rPr>
        <w:tab/>
      </w:r>
      <w:r w:rsidRPr="00B66057">
        <w:rPr>
          <w:rFonts w:ascii="Arial" w:hAnsi="Arial" w:cs="Arial"/>
          <w:bCs/>
          <w:sz w:val="24"/>
          <w:szCs w:val="24"/>
        </w:rPr>
        <w:tab/>
      </w:r>
      <w:r w:rsidRPr="00B66057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B66057">
        <w:rPr>
          <w:rFonts w:ascii="Arial" w:hAnsi="Arial" w:cs="Arial"/>
          <w:bCs/>
          <w:sz w:val="24"/>
          <w:szCs w:val="24"/>
        </w:rPr>
        <w:t>Unterschrift</w:t>
      </w:r>
    </w:p>
    <w:sectPr w:rsidR="00A245DF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6F3" w:rsidRDefault="008F46F3" w:rsidP="008F46F3">
      <w:pPr>
        <w:spacing w:after="0" w:line="240" w:lineRule="auto"/>
      </w:pPr>
      <w:r>
        <w:separator/>
      </w:r>
    </w:p>
  </w:endnote>
  <w:endnote w:type="continuationSeparator" w:id="0">
    <w:p w:rsidR="008F46F3" w:rsidRDefault="008F46F3" w:rsidP="008F4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isburg-Logo">
    <w:panose1 w:val="040005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1ED" w:rsidRPr="009331ED" w:rsidRDefault="009331ED" w:rsidP="006A1B42">
    <w:pPr>
      <w:pStyle w:val="Fuzeile"/>
      <w:jc w:val="center"/>
      <w:rPr>
        <w:rFonts w:asciiTheme="minorBidi" w:hAnsiTheme="minorBidi"/>
        <w:b/>
        <w:bCs/>
      </w:rPr>
    </w:pPr>
    <w:r w:rsidRPr="009331ED">
      <w:rPr>
        <w:rFonts w:asciiTheme="minorBidi" w:hAnsiTheme="minorBidi"/>
        <w:b/>
        <w:bCs/>
      </w:rPr>
      <w:t>Einsendeschluss: 22.07.20</w:t>
    </w:r>
    <w:r w:rsidR="006A1B42">
      <w:rPr>
        <w:rFonts w:asciiTheme="minorBidi" w:hAnsiTheme="minorBidi"/>
        <w:b/>
        <w:bCs/>
      </w:rPr>
      <w:t>20</w:t>
    </w:r>
  </w:p>
  <w:p w:rsidR="006F7AAE" w:rsidRDefault="006F7AA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6F3" w:rsidRDefault="008F46F3" w:rsidP="008F46F3">
      <w:pPr>
        <w:spacing w:after="0" w:line="240" w:lineRule="auto"/>
      </w:pPr>
      <w:r>
        <w:separator/>
      </w:r>
    </w:p>
  </w:footnote>
  <w:footnote w:type="continuationSeparator" w:id="0">
    <w:p w:rsidR="008F46F3" w:rsidRDefault="008F46F3" w:rsidP="008F4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8017373"/>
      <w:docPartObj>
        <w:docPartGallery w:val="Page Numbers (Top of Page)"/>
        <w:docPartUnique/>
      </w:docPartObj>
    </w:sdtPr>
    <w:sdtEndPr/>
    <w:sdtContent>
      <w:p w:rsidR="009331ED" w:rsidRDefault="009331ED">
        <w:pPr>
          <w:pStyle w:val="Kopf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12B">
          <w:rPr>
            <w:noProof/>
          </w:rPr>
          <w:t>2</w:t>
        </w:r>
        <w:r>
          <w:fldChar w:fldCharType="end"/>
        </w:r>
      </w:p>
    </w:sdtContent>
  </w:sdt>
  <w:p w:rsidR="009331ED" w:rsidRDefault="009331E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A2224B"/>
    <w:multiLevelType w:val="hybridMultilevel"/>
    <w:tmpl w:val="9992F6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554D3F"/>
    <w:multiLevelType w:val="hybridMultilevel"/>
    <w:tmpl w:val="474821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B65A53"/>
    <w:multiLevelType w:val="hybridMultilevel"/>
    <w:tmpl w:val="E5FECF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521CAA"/>
    <w:multiLevelType w:val="hybridMultilevel"/>
    <w:tmpl w:val="B64612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943191"/>
    <w:multiLevelType w:val="hybridMultilevel"/>
    <w:tmpl w:val="87BEFD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6F3"/>
    <w:rsid w:val="001742E3"/>
    <w:rsid w:val="00252B80"/>
    <w:rsid w:val="005F5524"/>
    <w:rsid w:val="006A1B42"/>
    <w:rsid w:val="006F7AAE"/>
    <w:rsid w:val="00843BA3"/>
    <w:rsid w:val="008F46F3"/>
    <w:rsid w:val="009331ED"/>
    <w:rsid w:val="0093412B"/>
    <w:rsid w:val="00A2235F"/>
    <w:rsid w:val="00A245DF"/>
    <w:rsid w:val="00CC4283"/>
    <w:rsid w:val="00D814CD"/>
    <w:rsid w:val="00D8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04F3A5-FB9C-4DA0-90A9-C3BBFF85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F46F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8F46F3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8F4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F46F3"/>
  </w:style>
  <w:style w:type="paragraph" w:styleId="Fuzeile">
    <w:name w:val="footer"/>
    <w:basedOn w:val="Standard"/>
    <w:link w:val="FuzeileZchn"/>
    <w:uiPriority w:val="99"/>
    <w:unhideWhenUsed/>
    <w:rsid w:val="008F4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46F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4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46F3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F46F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46F3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8F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A22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8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r.yousef@stadt-duisburg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ranet.duisburg.loc/vv/oe/dezernat-ob/13/13-02/102010100000062065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F78D3-AB3B-4144-ABF5-793A1F8E9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18C470DF.dotm</Template>
  <TotalTime>0</TotalTime>
  <Pages>2</Pages>
  <Words>370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Duisburg</Company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Ribhi Yousef Dr.</dc:creator>
  <cp:lastModifiedBy>Ribhi Yousef Dr.</cp:lastModifiedBy>
  <cp:revision>3</cp:revision>
  <cp:lastPrinted>2019-02-05T11:35:00Z</cp:lastPrinted>
  <dcterms:created xsi:type="dcterms:W3CDTF">2019-09-16T12:29:00Z</dcterms:created>
  <dcterms:modified xsi:type="dcterms:W3CDTF">2019-09-17T12:10:00Z</dcterms:modified>
</cp:coreProperties>
</file>